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1BC1C206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8446C9">
              <w:t>3</w:t>
            </w:r>
          </w:p>
        </w:tc>
        <w:tc>
          <w:tcPr>
            <w:tcW w:w="3604" w:type="pct"/>
            <w:shd w:val="clear" w:color="auto" w:fill="auto"/>
          </w:tcPr>
          <w:p w14:paraId="5A18BF7D" w14:textId="12457243" w:rsidR="00A301E0" w:rsidRPr="00536741" w:rsidRDefault="006D2B83" w:rsidP="00536741">
            <w:pPr>
              <w:pStyle w:val="SISStitle"/>
            </w:pPr>
            <w:r>
              <w:t>F</w:t>
            </w:r>
            <w:r w:rsidR="00F847EF">
              <w:t>ood processing</w:t>
            </w:r>
            <w:r>
              <w:t xml:space="preserve"> induction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10D4D580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C73911">
              <w:t>6</w:t>
            </w:r>
            <w:bookmarkStart w:id="0" w:name="_GoBack"/>
            <w:bookmarkEnd w:id="0"/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5E6D2481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</w:t>
            </w:r>
            <w:r w:rsidR="006D2B83">
              <w:t>of workers who are new to work in the food processing industry.</w:t>
            </w:r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70A3BFA" w14:textId="77777777" w:rsidR="008446C9" w:rsidRPr="008446C9" w:rsidRDefault="008446C9" w:rsidP="008446C9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8446C9">
              <w:rPr>
                <w:rStyle w:val="SIText-Italic"/>
              </w:rPr>
              <w:t>FBP Food, Beverage and Pharmaceutical Training Package</w:t>
            </w:r>
            <w:r w:rsidRPr="008446C9">
              <w:t>, including:</w:t>
            </w:r>
          </w:p>
          <w:p w14:paraId="6EABB099" w14:textId="77777777" w:rsidR="008446C9" w:rsidRPr="008446C9" w:rsidRDefault="008446C9" w:rsidP="008446C9">
            <w:pPr>
              <w:pStyle w:val="SIBulletList1"/>
            </w:pPr>
            <w:r w:rsidRPr="00F847EF">
              <w:t>FBP</w:t>
            </w:r>
            <w:r w:rsidRPr="008446C9">
              <w:t>1XX20 Certificate I in Food Processing</w:t>
            </w:r>
          </w:p>
          <w:p w14:paraId="4BA2C20F" w14:textId="77777777" w:rsidR="008446C9" w:rsidRPr="008446C9" w:rsidRDefault="008446C9" w:rsidP="008446C9">
            <w:pPr>
              <w:pStyle w:val="SIBulletList1"/>
            </w:pPr>
            <w:r w:rsidRPr="00F847EF">
              <w:t>FBP</w:t>
            </w:r>
            <w:r w:rsidRPr="008446C9">
              <w:t>2X120 Certificate II in Food Processing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1AAF58BC" w14:textId="77777777" w:rsidR="008446C9" w:rsidRPr="008446C9" w:rsidRDefault="008446C9" w:rsidP="008446C9">
            <w:pPr>
              <w:pStyle w:val="SIBulletList1"/>
            </w:pPr>
            <w:r w:rsidRPr="00E4414B">
              <w:t>FBPFSY1001X</w:t>
            </w:r>
            <w:r w:rsidRPr="008446C9">
              <w:t xml:space="preserve"> Follow work procedures to maintain food safety </w:t>
            </w:r>
          </w:p>
          <w:p w14:paraId="53EBD8BF" w14:textId="430681EC" w:rsidR="008446C9" w:rsidRPr="008446C9" w:rsidRDefault="008446C9" w:rsidP="008446C9">
            <w:pPr>
              <w:pStyle w:val="SIBulletList1"/>
            </w:pPr>
            <w:r w:rsidRPr="007D439C">
              <w:t>FBP</w:t>
            </w:r>
            <w:r>
              <w:t>WHS1001 Identify safe work practices</w:t>
            </w:r>
          </w:p>
          <w:p w14:paraId="19E6F6EC" w14:textId="65620B1F" w:rsidR="008446C9" w:rsidRPr="008446C9" w:rsidRDefault="008446C9" w:rsidP="008446C9">
            <w:pPr>
              <w:pStyle w:val="SIBulletList1"/>
            </w:pPr>
            <w:r w:rsidRPr="00C7630F">
              <w:t>FBPOPR</w:t>
            </w:r>
            <w:r>
              <w:t>1009 Follow work procedures to maintain quality</w:t>
            </w:r>
          </w:p>
          <w:p w14:paraId="4C9B85EA" w14:textId="7AD06E2B" w:rsidR="008446C9" w:rsidRDefault="008446C9" w:rsidP="008446C9">
            <w:pPr>
              <w:pStyle w:val="SIBulletList1"/>
            </w:pPr>
            <w:r>
              <w:t>FBPOPR2XX1 Carry out manual handling tasks</w:t>
            </w:r>
          </w:p>
          <w:p w14:paraId="291F5C23" w14:textId="2338CBEB" w:rsidR="003D6E22" w:rsidRPr="008446C9" w:rsidRDefault="003D6E22" w:rsidP="008446C9">
            <w:pPr>
              <w:pStyle w:val="SIBulletList1"/>
            </w:pPr>
            <w:r>
              <w:t>FBPOPR1003X Communicate workplace information</w:t>
            </w:r>
          </w:p>
          <w:p w14:paraId="09C83950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86DE13E" w14:textId="63243123" w:rsidR="00894FBB" w:rsidRPr="00536741" w:rsidRDefault="006A1D6C" w:rsidP="00F847EF">
            <w:pPr>
              <w:pStyle w:val="SIText"/>
              <w:rPr>
                <w:rStyle w:val="SITemporarytext-red"/>
              </w:rPr>
            </w:pPr>
            <w:r>
              <w:t>This</w:t>
            </w:r>
            <w:r w:rsidR="00510284">
              <w:t xml:space="preserve"> is an introductory</w:t>
            </w:r>
            <w:r>
              <w:t xml:space="preserve"> skill set </w:t>
            </w:r>
            <w:r w:rsidR="00510284">
              <w:t xml:space="preserve">and is suitable </w:t>
            </w:r>
            <w:r>
              <w:t xml:space="preserve">for </w:t>
            </w:r>
            <w:r w:rsidR="00F847EF">
              <w:t xml:space="preserve">those who </w:t>
            </w:r>
            <w:r w:rsidR="00510284">
              <w:t xml:space="preserve">are starting </w:t>
            </w:r>
            <w:r w:rsidR="00F847EF">
              <w:t>work in food processing environments</w:t>
            </w:r>
            <w:r w:rsidR="00E7383A">
              <w:t xml:space="preserve"> and who will carry out operational tasks</w:t>
            </w:r>
            <w:r w:rsidR="00510284">
              <w:t>.</w:t>
            </w:r>
          </w:p>
          <w:p w14:paraId="6A66D91E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17993423" w14:textId="2F81FA0D" w:rsidR="006D2B83" w:rsidRPr="006D2B83" w:rsidRDefault="00231AF8" w:rsidP="006D2B83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</w:t>
            </w:r>
            <w:r w:rsidR="00E7383A" w:rsidRPr="00231AF8">
              <w:t xml:space="preserve">those </w:t>
            </w:r>
            <w:r w:rsidR="00E7383A" w:rsidRPr="00E7383A">
              <w:t>entering the food processing industry.</w:t>
            </w:r>
          </w:p>
          <w:p w14:paraId="7B1CD41C" w14:textId="6B71DCA2" w:rsidR="00231AF8" w:rsidRPr="00231AF8" w:rsidRDefault="00231AF8" w:rsidP="00231AF8">
            <w:pPr>
              <w:pStyle w:val="SIText"/>
            </w:pP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851A7" w14:textId="77777777" w:rsidR="003C03E2" w:rsidRDefault="003C03E2" w:rsidP="00BF3F0A">
      <w:r>
        <w:separator/>
      </w:r>
    </w:p>
    <w:p w14:paraId="23F167F5" w14:textId="77777777" w:rsidR="003C03E2" w:rsidRDefault="003C03E2"/>
  </w:endnote>
  <w:endnote w:type="continuationSeparator" w:id="0">
    <w:p w14:paraId="2199655A" w14:textId="77777777" w:rsidR="003C03E2" w:rsidRDefault="003C03E2" w:rsidP="00BF3F0A">
      <w:r>
        <w:continuationSeparator/>
      </w:r>
    </w:p>
    <w:p w14:paraId="14D1E6DE" w14:textId="77777777" w:rsidR="003C03E2" w:rsidRDefault="003C0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E5BA" w14:textId="77777777" w:rsidR="003C03E2" w:rsidRDefault="003C03E2" w:rsidP="00BF3F0A">
      <w:r>
        <w:separator/>
      </w:r>
    </w:p>
    <w:p w14:paraId="62D5E071" w14:textId="77777777" w:rsidR="003C03E2" w:rsidRDefault="003C03E2"/>
  </w:footnote>
  <w:footnote w:type="continuationSeparator" w:id="0">
    <w:p w14:paraId="049B1ADC" w14:textId="77777777" w:rsidR="003C03E2" w:rsidRDefault="003C03E2" w:rsidP="00BF3F0A">
      <w:r>
        <w:continuationSeparator/>
      </w:r>
    </w:p>
    <w:p w14:paraId="4D622CAF" w14:textId="77777777" w:rsidR="003C03E2" w:rsidRDefault="003C03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35E54966" w:rsidR="009C2650" w:rsidRPr="00F847EF" w:rsidRDefault="00C73911" w:rsidP="00F847EF"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F847EF">
      <w:t>FBP</w:t>
    </w:r>
    <w:r w:rsidR="00F847EF">
      <w:t>SSXXXX</w:t>
    </w:r>
    <w:r w:rsidR="00F847EF" w:rsidRPr="00F847EF">
      <w:t>0</w:t>
    </w:r>
    <w:r w:rsidR="008446C9">
      <w:t>3</w:t>
    </w:r>
    <w:r w:rsidR="00F847EF">
      <w:t xml:space="preserve"> </w:t>
    </w:r>
    <w:r w:rsidR="006D2B83">
      <w:t>F</w:t>
    </w:r>
    <w:r w:rsidR="008446C9">
      <w:t>ood processing</w:t>
    </w:r>
    <w:r w:rsidR="006D2B83">
      <w:t xml:space="preserve"> induction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03E2"/>
    <w:rsid w:val="003C13AE"/>
    <w:rsid w:val="003C16B1"/>
    <w:rsid w:val="003D2E73"/>
    <w:rsid w:val="003D6E22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0284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5A4D"/>
    <w:rsid w:val="00652E62"/>
    <w:rsid w:val="006533F9"/>
    <w:rsid w:val="00657423"/>
    <w:rsid w:val="00687B62"/>
    <w:rsid w:val="00690C44"/>
    <w:rsid w:val="00695891"/>
    <w:rsid w:val="006969D9"/>
    <w:rsid w:val="006A1D6C"/>
    <w:rsid w:val="006A2B68"/>
    <w:rsid w:val="006C159E"/>
    <w:rsid w:val="006C2F32"/>
    <w:rsid w:val="006D2B83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46C9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FCD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911"/>
    <w:rsid w:val="00C73B90"/>
    <w:rsid w:val="00C96AF3"/>
    <w:rsid w:val="00C97CCC"/>
    <w:rsid w:val="00CA0274"/>
    <w:rsid w:val="00CA2E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56A"/>
    <w:rsid w:val="00D727F3"/>
    <w:rsid w:val="00D73695"/>
    <w:rsid w:val="00D810DE"/>
    <w:rsid w:val="00D84019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383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64f7dee-ce08-4ab4-970c-ecf5610c11cb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FF015E-FCD8-4623-B4F2-D3589BF4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11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9</cp:revision>
  <cp:lastPrinted>2016-05-27T05:21:00Z</cp:lastPrinted>
  <dcterms:created xsi:type="dcterms:W3CDTF">2020-04-02T03:46:00Z</dcterms:created>
  <dcterms:modified xsi:type="dcterms:W3CDTF">2020-11-02T09:44:00Z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